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F5B9A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2"/>
        <w:gridCol w:w="594"/>
        <w:gridCol w:w="275"/>
        <w:gridCol w:w="289"/>
        <w:gridCol w:w="565"/>
        <w:gridCol w:w="321"/>
        <w:gridCol w:w="244"/>
        <w:gridCol w:w="304"/>
        <w:gridCol w:w="261"/>
        <w:gridCol w:w="640"/>
        <w:gridCol w:w="517"/>
        <w:gridCol w:w="764"/>
        <w:gridCol w:w="167"/>
        <w:gridCol w:w="1138"/>
        <w:gridCol w:w="309"/>
        <w:gridCol w:w="447"/>
        <w:gridCol w:w="366"/>
        <w:gridCol w:w="422"/>
        <w:gridCol w:w="81"/>
        <w:gridCol w:w="133"/>
        <w:gridCol w:w="1550"/>
      </w:tblGrid>
      <w:tr w:rsidR="00053988" w:rsidRPr="007D71BD" w14:paraId="751AE752" w14:textId="77777777" w:rsidTr="008C082D">
        <w:trPr>
          <w:trHeight w:val="450"/>
        </w:trPr>
        <w:tc>
          <w:tcPr>
            <w:tcW w:w="5793" w:type="dxa"/>
            <w:gridSpan w:val="13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4559EC73" w14:textId="5ACFAF5A" w:rsidR="00053988" w:rsidRDefault="00053988" w:rsidP="00053988">
            <w:pPr>
              <w:rPr>
                <w:lang w:val="en-GB"/>
              </w:rPr>
            </w:pPr>
          </w:p>
          <w:p w14:paraId="25D0D8E3" w14:textId="77777777" w:rsidR="003B0D66" w:rsidRPr="00DF5DEF" w:rsidRDefault="003B0D66" w:rsidP="00053988">
            <w:pPr>
              <w:rPr>
                <w:lang w:val="en-GB"/>
              </w:rPr>
            </w:pPr>
          </w:p>
        </w:tc>
        <w:tc>
          <w:tcPr>
            <w:tcW w:w="4446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1D3F86" w14:textId="77777777" w:rsidR="00053988" w:rsidRPr="003D79A0" w:rsidRDefault="000330C0" w:rsidP="000330C0">
            <w:pPr>
              <w:jc w:val="center"/>
              <w:rPr>
                <w:rFonts w:ascii="Arial" w:hAnsi="Arial" w:cs="Arial"/>
                <w:sz w:val="44"/>
                <w:szCs w:val="44"/>
                <w:lang w:val="en-US"/>
              </w:rPr>
            </w:pPr>
            <w:r w:rsidRPr="003D79A0">
              <w:rPr>
                <w:rFonts w:ascii="Arial" w:hAnsi="Arial" w:cs="Arial"/>
                <w:sz w:val="44"/>
                <w:szCs w:val="44"/>
                <w:lang w:val="en-US"/>
              </w:rPr>
              <w:t>Service Report</w:t>
            </w:r>
          </w:p>
        </w:tc>
      </w:tr>
      <w:tr w:rsidR="00053988" w:rsidRPr="007D71BD" w14:paraId="67C1198C" w14:textId="77777777" w:rsidTr="008C082D">
        <w:trPr>
          <w:trHeight w:val="322"/>
        </w:trPr>
        <w:tc>
          <w:tcPr>
            <w:tcW w:w="5793" w:type="dxa"/>
            <w:gridSpan w:val="13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429275B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D79D8E" w14:textId="77777777" w:rsidR="00053988" w:rsidRPr="00DF5DEF" w:rsidRDefault="003E73BB" w:rsidP="00053988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 xml:space="preserve">Repair Order </w:t>
            </w:r>
            <w:r>
              <w:rPr>
                <w:rFonts w:ascii="Arial" w:hAnsi="Arial" w:cs="Tahoma"/>
                <w:sz w:val="18"/>
                <w:szCs w:val="18"/>
                <w:lang w:val="en-GB"/>
              </w:rPr>
              <w:t xml:space="preserve">(RO)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Nr.</w:t>
            </w:r>
          </w:p>
        </w:tc>
        <w:tc>
          <w:tcPr>
            <w:tcW w:w="218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C44613" w14:textId="2F5A7E7A" w:rsidR="00053988" w:rsidRPr="00DF5DEF" w:rsidRDefault="008C082D" w:rsidP="00053988">
            <w:pPr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B12FC0">
              <w:rPr>
                <w:lang w:val="en-GB"/>
              </w:rPr>
              <w:t xml:space="preserve">GIS </w:t>
            </w:r>
            <w:r w:rsidR="00427C82">
              <w:rPr>
                <w:lang w:val="en-GB"/>
              </w:rPr>
              <w:t>4_dgs</w:t>
            </w:r>
          </w:p>
        </w:tc>
      </w:tr>
      <w:tr w:rsidR="00053988" w:rsidRPr="007D71BD" w14:paraId="539E9843" w14:textId="77777777" w:rsidTr="008C082D">
        <w:trPr>
          <w:trHeight w:val="186"/>
        </w:trPr>
        <w:tc>
          <w:tcPr>
            <w:tcW w:w="5793" w:type="dxa"/>
            <w:gridSpan w:val="13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5FDF71C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FDD28D" w14:textId="77777777" w:rsidR="00053988" w:rsidRPr="00DF5DEF" w:rsidRDefault="003E73BB" w:rsidP="00053988">
            <w:pPr>
              <w:rPr>
                <w:lang w:val="en-GB"/>
              </w:rPr>
            </w:pPr>
            <w:r>
              <w:rPr>
                <w:rFonts w:ascii="Arial" w:hAnsi="Arial" w:cs="Tahoma"/>
                <w:sz w:val="18"/>
                <w:szCs w:val="18"/>
                <w:lang w:val="en-GB"/>
              </w:rPr>
              <w:t>Date of failure</w:t>
            </w:r>
          </w:p>
        </w:tc>
        <w:tc>
          <w:tcPr>
            <w:tcW w:w="218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833BEB" w14:textId="24942514" w:rsidR="00053988" w:rsidRPr="00DF5DEF" w:rsidRDefault="006D5762" w:rsidP="00053988">
            <w:pPr>
              <w:rPr>
                <w:lang w:val="en-GB"/>
              </w:rPr>
            </w:pPr>
            <w:r>
              <w:rPr>
                <w:lang w:val="en-GB"/>
              </w:rPr>
              <w:t>25.10.2023</w:t>
            </w:r>
          </w:p>
        </w:tc>
      </w:tr>
      <w:tr w:rsidR="00053988" w:rsidRPr="007D71BD" w14:paraId="2BBEC24F" w14:textId="77777777" w:rsidTr="008C082D">
        <w:trPr>
          <w:trHeight w:val="270"/>
        </w:trPr>
        <w:tc>
          <w:tcPr>
            <w:tcW w:w="5793" w:type="dxa"/>
            <w:gridSpan w:val="13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441FC7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83DC2C" w14:textId="77777777" w:rsidR="00053988" w:rsidRPr="00DF5DEF" w:rsidRDefault="001B1621" w:rsidP="003E73BB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R</w:t>
            </w:r>
            <w:r w:rsidR="003E73BB">
              <w:rPr>
                <w:rFonts w:ascii="Arial" w:hAnsi="Arial" w:cs="Tahoma"/>
                <w:sz w:val="18"/>
                <w:szCs w:val="18"/>
                <w:lang w:val="en-GB"/>
              </w:rPr>
              <w:t xml:space="preserve">epair Order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Open Date</w:t>
            </w:r>
          </w:p>
        </w:tc>
        <w:tc>
          <w:tcPr>
            <w:tcW w:w="218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A27DBF" w14:textId="2998BFA6" w:rsidR="00053988" w:rsidRPr="00DF5DEF" w:rsidRDefault="00B12FC0" w:rsidP="00053988">
            <w:pPr>
              <w:rPr>
                <w:lang w:val="en-GB"/>
              </w:rPr>
            </w:pPr>
            <w:r>
              <w:rPr>
                <w:lang w:val="en-GB"/>
              </w:rPr>
              <w:t>25.03.2024</w:t>
            </w:r>
          </w:p>
        </w:tc>
      </w:tr>
      <w:tr w:rsidR="00B12FC0" w:rsidRPr="00583E5C" w14:paraId="05D2C8FF" w14:textId="77777777">
        <w:tc>
          <w:tcPr>
            <w:tcW w:w="10239" w:type="dxa"/>
            <w:gridSpan w:val="2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3113D6" w14:textId="0F338499" w:rsidR="00B12FC0" w:rsidRPr="00B12FC0" w:rsidRDefault="00B12FC0" w:rsidP="00B12FC0">
            <w:pPr>
              <w:spacing w:before="100" w:beforeAutospacing="1" w:after="11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1F8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From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Pr="00DB1F8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&lt;&lt;Global Industrial Solutions&gt;&gt; LLC, 100097 Tashkent, Uzbekistan, Tel: +998712319238</w:t>
            </w:r>
          </w:p>
        </w:tc>
      </w:tr>
      <w:tr w:rsidR="00B12FC0" w:rsidRPr="00583E5C" w14:paraId="70C9F2DB" w14:textId="77777777">
        <w:tc>
          <w:tcPr>
            <w:tcW w:w="10239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75805C" w14:textId="576F939B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To: </w:t>
            </w:r>
            <w:r w:rsidRPr="005967E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Rolf Oerter, Customer Support, Training </w:t>
            </w:r>
            <w:r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967E0">
              <w:rPr>
                <w:rFonts w:ascii="Arial" w:hAnsi="Arial" w:cs="Arial"/>
                <w:sz w:val="16"/>
                <w:szCs w:val="16"/>
                <w:lang w:val="en-US"/>
              </w:rPr>
              <w:t>Tel: +49 6131-5807-737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cell: +49 1761-5807-737</w:t>
            </w:r>
            <w:r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  email: </w:t>
            </w:r>
            <w:hyperlink r:id="rId5" w:history="1">
              <w:r w:rsidRPr="005967E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roerter@dgs-mainz.com</w:t>
              </w:r>
            </w:hyperlink>
            <w:r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B12FC0" w:rsidRPr="00DB257A" w14:paraId="7AB736A9" w14:textId="77777777" w:rsidTr="008C082D">
        <w:trPr>
          <w:trHeight w:val="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0E76A690" w14:textId="77777777" w:rsidR="00B12FC0" w:rsidRPr="00E026CB" w:rsidRDefault="00B12FC0" w:rsidP="00B12FC0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8E09530" w14:textId="77777777" w:rsidR="00B12FC0" w:rsidRPr="00E026CB" w:rsidRDefault="00B12FC0" w:rsidP="00B12FC0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Customer, Orderer:</w:t>
            </w: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C83917" w14:textId="77777777" w:rsidR="00B12FC0" w:rsidRPr="00E026CB" w:rsidRDefault="00B12FC0" w:rsidP="00B12FC0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Enduser, Owner of vehicle:</w:t>
            </w: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42FB80" w14:textId="77777777" w:rsidR="00B12FC0" w:rsidRPr="00E026CB" w:rsidRDefault="00B12FC0" w:rsidP="00B12FC0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Location of repair:</w:t>
            </w:r>
          </w:p>
        </w:tc>
      </w:tr>
      <w:tr w:rsidR="00B12FC0" w:rsidRPr="00DF5DEF" w14:paraId="31740AAB" w14:textId="77777777" w:rsidTr="008C082D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61B8F771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Name: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FF9823F" w14:textId="71E5D0CA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Yutong Uzbekistan</w:t>
            </w: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2065658" w14:textId="5A6D9572" w:rsidR="00B12FC0" w:rsidRPr="00E026CB" w:rsidRDefault="00583E5C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3E5C">
              <w:rPr>
                <w:rFonts w:ascii="Ek Mukta" w:hAnsi="Ek Mukta"/>
                <w:color w:val="222222"/>
                <w:sz w:val="20"/>
                <w:szCs w:val="20"/>
                <w:shd w:val="clear" w:color="auto" w:fill="FFFFFF"/>
                <w:lang w:val="en-US"/>
              </w:rPr>
              <w:t>Toshshahartransxizmat</w:t>
            </w:r>
            <w:r>
              <w:rPr>
                <w:rFonts w:ascii="Ek Mukta" w:hAnsi="Ek Mukta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B12FC0">
              <w:rPr>
                <w:rFonts w:ascii="Arial" w:hAnsi="Arial" w:cs="Arial"/>
                <w:sz w:val="20"/>
                <w:szCs w:val="20"/>
                <w:lang w:val="en-US"/>
              </w:rPr>
              <w:t>Transport Service of Tsshkent City,</w:t>
            </w: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2B554B" w14:textId="6BC8FC8F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Global Industrial Solutions</w:t>
            </w:r>
          </w:p>
        </w:tc>
      </w:tr>
      <w:tr w:rsidR="00B12FC0" w:rsidRPr="00022609" w14:paraId="2E8E718A" w14:textId="77777777" w:rsidTr="008C082D">
        <w:trPr>
          <w:trHeight w:val="24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4BCA15AA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Street: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</w:tcBorders>
          </w:tcPr>
          <w:p w14:paraId="22AE08E8" w14:textId="77777777" w:rsidR="00B12FC0" w:rsidRPr="00E026CB" w:rsidRDefault="00B12FC0" w:rsidP="00B12FC0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3226" w:type="dxa"/>
            <w:gridSpan w:val="5"/>
            <w:tcBorders>
              <w:left w:val="single" w:sz="1" w:space="0" w:color="000000"/>
            </w:tcBorders>
          </w:tcPr>
          <w:p w14:paraId="09986036" w14:textId="77777777" w:rsidR="00B12FC0" w:rsidRPr="00E026CB" w:rsidRDefault="00B12FC0" w:rsidP="00B12FC0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08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5AFA660" w14:textId="188DEDA4" w:rsidR="00B12FC0" w:rsidRPr="00E026CB" w:rsidRDefault="00B12FC0" w:rsidP="00B12FC0">
            <w:pPr>
              <w:tabs>
                <w:tab w:val="left" w:pos="3420"/>
                <w:tab w:val="left" w:pos="5040"/>
              </w:tabs>
              <w:snapToGrid w:val="0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B12FC0" w:rsidRPr="00DF5DEF" w14:paraId="5E5AF3DB" w14:textId="77777777" w:rsidTr="008C082D">
        <w:trPr>
          <w:cantSplit/>
          <w:trHeight w:val="90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29A68B9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Town:</w:t>
            </w:r>
          </w:p>
        </w:tc>
        <w:tc>
          <w:tcPr>
            <w:tcW w:w="2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6964B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0A50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831F" w14:textId="17E27171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Tashkent, Uzbekistan</w:t>
            </w:r>
          </w:p>
        </w:tc>
      </w:tr>
      <w:tr w:rsidR="00B12FC0" w:rsidRPr="00DF5DEF" w14:paraId="7D0912D4" w14:textId="77777777" w:rsidTr="008C082D">
        <w:trPr>
          <w:cantSplit/>
          <w:trHeight w:val="90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624A1038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ZIP Code</w:t>
            </w:r>
          </w:p>
        </w:tc>
        <w:tc>
          <w:tcPr>
            <w:tcW w:w="2853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14:paraId="4E5D1141" w14:textId="77777777" w:rsidR="00B12FC0" w:rsidRPr="00E026CB" w:rsidRDefault="00B12FC0" w:rsidP="00B12FC0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26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636BCD71" w14:textId="77777777" w:rsidR="00B12FC0" w:rsidRPr="00E026CB" w:rsidRDefault="00B12FC0" w:rsidP="00B12FC0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584B" w14:textId="6526ACC1" w:rsidR="00B12FC0" w:rsidRPr="00E026CB" w:rsidRDefault="00B12FC0" w:rsidP="00B12FC0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75D5F">
              <w:rPr>
                <w:rFonts w:ascii="Arial" w:eastAsia="Lucida Sans Unicode" w:hAnsi="Arial" w:cs="Arial"/>
                <w:sz w:val="20"/>
                <w:szCs w:val="20"/>
                <w:lang w:val="en-GB"/>
              </w:rPr>
              <w:t xml:space="preserve"> 100097</w:t>
            </w:r>
          </w:p>
        </w:tc>
      </w:tr>
      <w:tr w:rsidR="00B12FC0" w:rsidRPr="004E7849" w14:paraId="40C5E583" w14:textId="77777777" w:rsidTr="008C082D">
        <w:trPr>
          <w:cantSplit/>
          <w:trHeight w:val="90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60244A32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  <w:t>Province:</w:t>
            </w:r>
          </w:p>
        </w:tc>
        <w:tc>
          <w:tcPr>
            <w:tcW w:w="2853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14:paraId="6B3F51AE" w14:textId="77777777" w:rsidR="00B12FC0" w:rsidRPr="00E026CB" w:rsidRDefault="00B12FC0" w:rsidP="00B12FC0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26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772D612A" w14:textId="77777777" w:rsidR="00B12FC0" w:rsidRPr="00E026CB" w:rsidRDefault="00B12FC0" w:rsidP="00B12FC0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3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8A43" w14:textId="17BE4481" w:rsidR="00B12FC0" w:rsidRPr="00E026CB" w:rsidRDefault="00B12FC0" w:rsidP="00B12FC0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B12FC0" w:rsidRPr="00DF5DEF" w14:paraId="57C5FAD4" w14:textId="77777777" w:rsidTr="008C082D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03029CC6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Contact: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64504AA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0D0B218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4D2660" w14:textId="7956BAEA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Tokhir Abbasov</w:t>
            </w:r>
          </w:p>
        </w:tc>
      </w:tr>
      <w:tr w:rsidR="00B12FC0" w:rsidRPr="00DF5DEF" w14:paraId="5A44DC55" w14:textId="77777777" w:rsidTr="008C082D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61347B91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Tel.: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357560BD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30CFE2F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8054DF" w14:textId="0F4D89BD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75D5F">
              <w:rPr>
                <w:rFonts w:ascii="Arial" w:hAnsi="Arial" w:cs="Arial"/>
                <w:sz w:val="20"/>
                <w:szCs w:val="20"/>
                <w:lang w:val="en-US"/>
              </w:rPr>
              <w:t>+998712319238</w:t>
            </w:r>
          </w:p>
        </w:tc>
      </w:tr>
      <w:tr w:rsidR="00B12FC0" w:rsidRPr="00DF5DEF" w14:paraId="5891F293" w14:textId="77777777" w:rsidTr="008C082D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1EC5833F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Fax: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A48BD9D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39EEC93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E6BA9D" w14:textId="2CA9CC56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12FC0" w:rsidRPr="00DF5DEF" w14:paraId="4BC68C84" w14:textId="77777777" w:rsidTr="008C082D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7213CD90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email: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7CC1F72F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834B93D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B33A0B" w14:textId="0910CD52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Pr="00667E83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takhir@global-industrial.uz</w:t>
              </w:r>
            </w:hyperlink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B12FC0" w:rsidRPr="00DF5DEF" w14:paraId="1221DB2E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097999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Purchase order #: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58AADA9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4350662" w14:textId="5BB2597F" w:rsidR="00B12FC0" w:rsidRPr="00131A50" w:rsidRDefault="00131A5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26"/>
                <w:szCs w:val="28"/>
                <w:lang w:val="en-GB"/>
              </w:rPr>
            </w:pPr>
            <w:r>
              <w:rPr>
                <w:rFonts w:ascii="Ek Mukta" w:hAnsi="Ek Mukta"/>
                <w:b/>
                <w:bCs/>
                <w:color w:val="222222"/>
                <w:sz w:val="26"/>
                <w:szCs w:val="28"/>
                <w:shd w:val="clear" w:color="auto" w:fill="FFFFFF"/>
              </w:rPr>
              <w:t xml:space="preserve">Claim </w:t>
            </w:r>
            <w:r w:rsidRPr="00131A50">
              <w:rPr>
                <w:rFonts w:ascii="Ek Mukta" w:hAnsi="Ek Mukta"/>
                <w:b/>
                <w:bCs/>
                <w:color w:val="222222"/>
                <w:sz w:val="26"/>
                <w:szCs w:val="28"/>
                <w:shd w:val="clear" w:color="auto" w:fill="FFFFFF"/>
              </w:rPr>
              <w:t>AT0593623</w:t>
            </w: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142BD36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PO Date: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6191C4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12FC0" w:rsidRPr="00DF5DEF" w14:paraId="303EFBB4" w14:textId="77777777" w:rsidTr="008C082D">
        <w:tc>
          <w:tcPr>
            <w:tcW w:w="3705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7E2386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Repairing Outlet (Allison Dealer)</w:t>
            </w: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C9B505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D66E469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558E40" w14:textId="77777777" w:rsidR="00B12FC0" w:rsidRPr="00E026CB" w:rsidRDefault="00B12FC0" w:rsidP="00B12FC0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12FC0" w:rsidRPr="00DF5DEF" w14:paraId="1ED56CD4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B4AE2AE" w14:textId="77777777" w:rsidR="00B12FC0" w:rsidRPr="000974B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0974B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02E7398E" w14:textId="02F53EAC" w:rsidR="00B12FC0" w:rsidRPr="000974B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34CD7">
              <w:rPr>
                <w:rFonts w:ascii="Arial" w:hAnsi="Arial" w:cs="Arial"/>
                <w:sz w:val="20"/>
                <w:szCs w:val="20"/>
                <w:lang w:val="en-GB"/>
              </w:rPr>
              <w:t>T375_R</w:t>
            </w: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B97B84D" w14:textId="77777777" w:rsidR="00B12FC0" w:rsidRPr="000974B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74B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PN</w:t>
            </w:r>
            <w:r w:rsidRPr="000974BB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6865944" w14:textId="24D3C888" w:rsidR="00B12FC0" w:rsidRPr="000974B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34CD7">
              <w:rPr>
                <w:rFonts w:ascii="Arial" w:hAnsi="Arial" w:cs="Arial"/>
                <w:color w:val="4D4D4D"/>
                <w:sz w:val="20"/>
                <w:szCs w:val="20"/>
                <w:shd w:val="clear" w:color="auto" w:fill="FFFFFF"/>
              </w:rPr>
              <w:t>E027061</w:t>
            </w: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B1B307C" w14:textId="77777777" w:rsidR="00B12FC0" w:rsidRPr="000974B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74B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SN: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1FFA63" w14:textId="0916E7C5" w:rsidR="00B12FC0" w:rsidRPr="000974BB" w:rsidRDefault="00F27F81" w:rsidP="00B12FC0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7F81">
              <w:rPr>
                <w:rFonts w:ascii="Arial" w:hAnsi="Arial" w:cs="Arial"/>
                <w:sz w:val="20"/>
                <w:szCs w:val="20"/>
                <w:lang w:val="en-US"/>
              </w:rPr>
              <w:t>6511851490</w:t>
            </w:r>
          </w:p>
        </w:tc>
      </w:tr>
      <w:tr w:rsidR="00B12FC0" w:rsidRPr="00DF5DEF" w14:paraId="1A4A6A7C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CBCB1B7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Transmission: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6DFABC3A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13FBE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4B47A81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ACC84A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0AA436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12FC0" w:rsidRPr="00A83BA2" w14:paraId="6AB10EAF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E3D9B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TCM,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4724CE19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A0375E3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 2: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CE7962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9135802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 2: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23E911" w14:textId="23CF92CF" w:rsidR="00B12FC0" w:rsidRPr="000974BB" w:rsidRDefault="00FE0B0F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BK6884A330190284</w:t>
            </w:r>
          </w:p>
        </w:tc>
      </w:tr>
      <w:tr w:rsidR="00B12FC0" w:rsidRPr="00A83BA2" w14:paraId="40DF49D6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8D43CA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Replacement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TCM,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376E6BA8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24EC9E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PN 2: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D96220A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3A4E621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SN 2: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1D2347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12FC0" w:rsidRPr="00DF5DEF" w14:paraId="4AD1A5EF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12077E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Non-Allison Part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65A58920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8A7C26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 3: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DC98A62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7CE9D81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 3: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7D37C7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12FC0" w:rsidRPr="00DF5DEF" w14:paraId="01BB926E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7D79717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Application: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4CC4251" w14:textId="59B2128A" w:rsidR="00B12FC0" w:rsidRPr="00181D26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CIty Bus</w:t>
            </w: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190C05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OEM: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EEF98D" w14:textId="79699ABE" w:rsidR="00B12FC0" w:rsidRPr="00181D26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CE878FA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Model: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75F819" w14:textId="66C635A9" w:rsidR="00B12FC0" w:rsidRPr="00181D26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ZK6126HG</w:t>
            </w:r>
          </w:p>
        </w:tc>
      </w:tr>
      <w:tr w:rsidR="00B12FC0" w:rsidRPr="00DF5DEF" w14:paraId="3BFAC47C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ED340B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Application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Code: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0DF258AD" w14:textId="4E94CE6F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BU02</w:t>
            </w:r>
          </w:p>
        </w:tc>
        <w:tc>
          <w:tcPr>
            <w:tcW w:w="653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40A4B0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B12FC0" w:rsidRPr="00DF5DEF" w14:paraId="11EBB545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E50AD01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vehicle ID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(VIN)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1809BEAE" w14:textId="4796B5FD" w:rsidR="00B12FC0" w:rsidRPr="00F27F81" w:rsidRDefault="00F27F81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7F81">
              <w:rPr>
                <w:rFonts w:ascii="Arial" w:hAnsi="Arial" w:cs="Arial"/>
                <w:sz w:val="18"/>
                <w:szCs w:val="18"/>
                <w:lang w:val="en-US"/>
              </w:rPr>
              <w:t>LZYTMGEFX5P1003150</w:t>
            </w: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8E4DF58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Registr.plate: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F590D69" w14:textId="3D748D56" w:rsidR="00B12FC0" w:rsidRPr="00181D26" w:rsidRDefault="00F27F81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  <w:r w:rsidR="00B12FC0">
              <w:rPr>
                <w:rFonts w:ascii="Arial" w:hAnsi="Arial" w:cs="Arial"/>
                <w:sz w:val="20"/>
                <w:szCs w:val="20"/>
                <w:lang w:val="en-GB"/>
              </w:rPr>
              <w:t>76LKA</w:t>
            </w:r>
          </w:p>
        </w:tc>
        <w:tc>
          <w:tcPr>
            <w:tcW w:w="75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66431D6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Engine:</w:t>
            </w:r>
          </w:p>
        </w:tc>
        <w:tc>
          <w:tcPr>
            <w:tcW w:w="255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D8BD87" w14:textId="220CFE62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4CD7">
              <w:rPr>
                <w:rFonts w:ascii="Arial" w:hAnsi="Arial" w:cs="Arial"/>
                <w:sz w:val="20"/>
                <w:szCs w:val="20"/>
                <w:lang w:val="en-GB"/>
              </w:rPr>
              <w:t>Yuch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ai</w:t>
            </w:r>
          </w:p>
        </w:tc>
      </w:tr>
      <w:tr w:rsidR="00B12FC0" w:rsidRPr="00DF5DEF" w14:paraId="6E6A6AD3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95C7A6" w14:textId="77777777" w:rsidR="00B12FC0" w:rsidRPr="001D3235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</w:pPr>
            <w:r w:rsidRPr="001D3235"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en-GB"/>
              </w:rPr>
              <w:t>In Service Date: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7F18EBE4" w14:textId="4D1178C4" w:rsidR="00B12FC0" w:rsidRPr="001D3235" w:rsidRDefault="001D3235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  <w:r w:rsidRPr="001D3235"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  <w:t>14.04.2023  ??</w:t>
            </w: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1E79B1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Veh.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hours: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E2F82D8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5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BB88EF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Veh.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km:</w:t>
            </w:r>
          </w:p>
        </w:tc>
        <w:tc>
          <w:tcPr>
            <w:tcW w:w="255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812B63" w14:textId="1596B9C5" w:rsidR="00B12FC0" w:rsidRPr="00181D26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  <w:r w:rsidR="005473DD">
              <w:rPr>
                <w:rFonts w:ascii="Arial" w:hAnsi="Arial" w:cs="Arial"/>
                <w:sz w:val="20"/>
                <w:szCs w:val="20"/>
                <w:lang w:val="en-GB"/>
              </w:rPr>
              <w:t>5047</w:t>
            </w:r>
          </w:p>
        </w:tc>
      </w:tr>
      <w:tr w:rsidR="00B12FC0" w:rsidRPr="00583E5C" w14:paraId="1EEEF2D8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3911625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Pre Delivery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35B9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E174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4A8E2B08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NO</w:t>
            </w:r>
          </w:p>
        </w:tc>
        <w:tc>
          <w:tcPr>
            <w:tcW w:w="56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15B08A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2287C9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Claim Type: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9BFE1D8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54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47DB50" w14:textId="77777777" w:rsidR="00B12FC0" w:rsidRPr="00AD0041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D0041">
              <w:rPr>
                <w:rFonts w:ascii="Arial" w:hAnsi="Arial" w:cs="Arial"/>
                <w:b/>
                <w:sz w:val="16"/>
                <w:szCs w:val="16"/>
                <w:lang w:val="en-GB"/>
              </w:rPr>
              <w:t>Field Action #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or Activity Indicator</w:t>
            </w:r>
          </w:p>
        </w:tc>
        <w:tc>
          <w:tcPr>
            <w:tcW w:w="176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B53640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12FC0" w:rsidRPr="00583E5C" w14:paraId="5D35629B" w14:textId="77777777" w:rsidTr="008C082D">
        <w:tc>
          <w:tcPr>
            <w:tcW w:w="6931" w:type="dxa"/>
            <w:gridSpan w:val="14"/>
            <w:tcBorders>
              <w:left w:val="single" w:sz="1" w:space="0" w:color="000000"/>
              <w:bottom w:val="single" w:sz="4" w:space="0" w:color="auto"/>
            </w:tcBorders>
          </w:tcPr>
          <w:p w14:paraId="4FE707C8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Date in Service after last repair, or Date in Service of exchange unit if failed unit was repaired once before, or if failed unit is already a replacement (SWING) Transmission</w:t>
            </w:r>
            <w:r w:rsidRPr="00E026CB">
              <w:rPr>
                <w:rFonts w:ascii="Arial" w:hAnsi="Arial" w:cs="Arial"/>
                <w:sz w:val="16"/>
                <w:szCs w:val="16"/>
                <w:lang w:val="en-GB"/>
              </w:rPr>
              <w:t xml:space="preserve"> :</w:t>
            </w: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D227026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12FC0" w:rsidRPr="00AB4CC6" w14:paraId="1F21FD1D" w14:textId="77777777" w:rsidTr="008C082D"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B770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Time:</w:t>
            </w:r>
          </w:p>
        </w:tc>
        <w:tc>
          <w:tcPr>
            <w:tcW w:w="1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2972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A127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km if company car used: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2B7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177A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PFPN: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7E95" w14:textId="71AE2550" w:rsidR="00B12FC0" w:rsidRPr="0063058A" w:rsidRDefault="00B14941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49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29558107</w:t>
            </w:r>
          </w:p>
        </w:tc>
      </w:tr>
      <w:tr w:rsidR="00B12FC0" w:rsidRPr="00AB4CC6" w14:paraId="57653E82" w14:textId="77777777" w:rsidTr="008C082D"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F2F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Labor Last Applied date:</w:t>
            </w:r>
          </w:p>
        </w:tc>
        <w:tc>
          <w:tcPr>
            <w:tcW w:w="1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A941" w14:textId="1B66ED64" w:rsidR="00B12FC0" w:rsidRPr="00E026CB" w:rsidRDefault="00C47C38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25.03.2024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F842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Technician’s Name:</w:t>
            </w:r>
          </w:p>
        </w:tc>
        <w:tc>
          <w:tcPr>
            <w:tcW w:w="2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C70F" w14:textId="04CA2B5E" w:rsidR="00B12FC0" w:rsidRPr="00E026CB" w:rsidRDefault="00F27F81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Gayrat Niyazov, Muhammed Ali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3E13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12FC0" w:rsidRPr="005D7075" w14:paraId="4AD94C3D" w14:textId="77777777" w:rsidTr="008C082D"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F8B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Complaint Code:</w:t>
            </w: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39A2" w14:textId="27008E98" w:rsidR="00B12FC0" w:rsidRPr="00A34977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349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EL02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E6EC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Failure Code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DB39" w14:textId="1E00BE0A" w:rsidR="00B12FC0" w:rsidRPr="00A34977" w:rsidRDefault="004A1FAF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A3497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AD15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24B3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BEC4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59F2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B12FC0" w:rsidRPr="005D7075" w14:paraId="533543AA" w14:textId="77777777" w:rsidTr="008C082D"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AA43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Diagnostic Codes:</w:t>
            </w: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879C" w14:textId="5D60DC7F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P2789 active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3926" w14:textId="67F7E115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399A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97C4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3DB3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F3D7" w14:textId="77777777" w:rsidR="00B12FC0" w:rsidRPr="00E026CB" w:rsidRDefault="00B12FC0" w:rsidP="00B12FC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14:paraId="3D71B251" w14:textId="77777777" w:rsidR="0065737B" w:rsidRDefault="0065737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DD293EF" w14:textId="77777777" w:rsidR="00A656F9" w:rsidRDefault="00A656F9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 w:type="page"/>
      </w:r>
    </w:p>
    <w:p w14:paraId="274B3958" w14:textId="77777777" w:rsidR="001D1B0B" w:rsidRPr="00DA1A6C" w:rsidRDefault="001D1B0B" w:rsidP="001D1B0B">
      <w:pPr>
        <w:rPr>
          <w:rFonts w:ascii="Arial" w:hAnsi="Arial" w:cs="Arial"/>
          <w:sz w:val="20"/>
          <w:szCs w:val="20"/>
          <w:lang w:val="en-US"/>
        </w:rPr>
      </w:pPr>
      <w:r w:rsidRPr="00DA1A6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 xml:space="preserve">Complaint </w:t>
      </w:r>
      <w:r w:rsidRPr="00DA1A6C">
        <w:rPr>
          <w:rFonts w:ascii="Arial" w:hAnsi="Arial" w:cs="Arial"/>
          <w:i/>
          <w:iCs/>
          <w:sz w:val="20"/>
          <w:szCs w:val="20"/>
          <w:lang w:val="en-US"/>
        </w:rPr>
        <w:t>(=Complaint from Driver or from customer):</w:t>
      </w:r>
      <w:r w:rsidRPr="00DA1A6C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DA1A6C">
        <w:rPr>
          <w:rFonts w:ascii="Arial" w:hAnsi="Arial" w:cs="Arial"/>
          <w:b/>
          <w:bCs/>
          <w:sz w:val="20"/>
          <w:szCs w:val="20"/>
          <w:lang w:val="en-US"/>
        </w:rPr>
        <w:br/>
      </w:r>
      <w:r w:rsidRPr="00DA1A6C">
        <w:rPr>
          <w:rFonts w:ascii="Arial" w:hAnsi="Arial" w:cs="Arial"/>
          <w:sz w:val="20"/>
          <w:szCs w:val="20"/>
          <w:lang w:val="en-US"/>
        </w:rPr>
        <w:t>Check Transmission light is ON. Wrench icon in shift selector is ON. Harsh shifts.</w:t>
      </w:r>
    </w:p>
    <w:p w14:paraId="279EF2C9" w14:textId="77777777" w:rsidR="001D1B0B" w:rsidRPr="00DA1A6C" w:rsidRDefault="001D1B0B" w:rsidP="001D1B0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fr-FR"/>
        </w:rPr>
      </w:pPr>
    </w:p>
    <w:p w14:paraId="17D4D06E" w14:textId="77777777" w:rsidR="001D1B0B" w:rsidRPr="00DA1A6C" w:rsidRDefault="001D1B0B" w:rsidP="001D1B0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DA1A6C">
        <w:rPr>
          <w:rFonts w:ascii="Arial" w:hAnsi="Arial" w:cs="Arial"/>
          <w:b/>
          <w:sz w:val="20"/>
          <w:szCs w:val="20"/>
          <w:lang w:val="fr-FR"/>
        </w:rPr>
        <w:t xml:space="preserve">Cause: </w:t>
      </w:r>
      <w:r w:rsidRPr="00DA1A6C">
        <w:rPr>
          <w:rFonts w:ascii="Arial" w:hAnsi="Arial" w:cs="Arial"/>
          <w:bCs/>
          <w:i/>
          <w:iCs/>
          <w:sz w:val="20"/>
          <w:szCs w:val="20"/>
          <w:lang w:val="fr-FR"/>
        </w:rPr>
        <w:t>(=What caused the problem ?)</w:t>
      </w:r>
    </w:p>
    <w:p w14:paraId="5A4CC368" w14:textId="527B74A4" w:rsidR="001D1B0B" w:rsidRPr="00DA1A6C" w:rsidRDefault="001D1B0B" w:rsidP="001D1B0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DA1A6C">
        <w:rPr>
          <w:rFonts w:ascii="Arial" w:hAnsi="Arial" w:cs="Arial"/>
          <w:sz w:val="20"/>
          <w:szCs w:val="20"/>
          <w:lang w:val="en-US"/>
        </w:rPr>
        <w:t xml:space="preserve">P2789 active.  Transhealth Monitor indicating “Not ok” . Solenoid-Valve-Body bore worn. </w:t>
      </w:r>
      <w:r w:rsidR="00E45B9B">
        <w:rPr>
          <w:rFonts w:ascii="Arial" w:hAnsi="Arial" w:cs="Arial"/>
          <w:sz w:val="20"/>
          <w:szCs w:val="20"/>
          <w:lang w:val="en-US"/>
        </w:rPr>
        <w:t>Trim Valves</w:t>
      </w:r>
      <w:r w:rsidRPr="00DA1A6C">
        <w:rPr>
          <w:rFonts w:ascii="Arial" w:hAnsi="Arial" w:cs="Arial"/>
          <w:sz w:val="20"/>
          <w:szCs w:val="20"/>
          <w:lang w:val="en-US"/>
        </w:rPr>
        <w:t xml:space="preserve"> </w:t>
      </w:r>
      <w:r w:rsidR="00E45B9B">
        <w:rPr>
          <w:rFonts w:ascii="Arial" w:hAnsi="Arial" w:cs="Arial"/>
          <w:sz w:val="20"/>
          <w:szCs w:val="20"/>
          <w:lang w:val="en-US"/>
        </w:rPr>
        <w:t>were</w:t>
      </w:r>
      <w:r w:rsidRPr="00DA1A6C">
        <w:rPr>
          <w:rFonts w:ascii="Arial" w:hAnsi="Arial" w:cs="Arial"/>
          <w:sz w:val="20"/>
          <w:szCs w:val="20"/>
          <w:lang w:val="en-US"/>
        </w:rPr>
        <w:t xml:space="preserve"> of former style, prior to the updated version</w:t>
      </w:r>
      <w:r w:rsidR="00E45B9B">
        <w:rPr>
          <w:rFonts w:ascii="Arial" w:hAnsi="Arial" w:cs="Arial"/>
          <w:sz w:val="20"/>
          <w:szCs w:val="20"/>
          <w:lang w:val="en-US"/>
        </w:rPr>
        <w:t>.</w:t>
      </w:r>
    </w:p>
    <w:p w14:paraId="4DF15681" w14:textId="77777777" w:rsidR="001D1B0B" w:rsidRPr="00DA1A6C" w:rsidRDefault="001D1B0B" w:rsidP="001D1B0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7591389" w14:textId="16E597E2" w:rsidR="001D1B0B" w:rsidRPr="008C00F1" w:rsidRDefault="001D1B0B" w:rsidP="001D1B0B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DA1A6C">
        <w:rPr>
          <w:rFonts w:ascii="Arial" w:hAnsi="Arial" w:cs="Arial"/>
          <w:b/>
          <w:sz w:val="20"/>
          <w:szCs w:val="20"/>
          <w:lang w:val="en-US"/>
        </w:rPr>
        <w:t>Correction:</w:t>
      </w:r>
    </w:p>
    <w:p w14:paraId="3F4F3FB1" w14:textId="200F8BC4" w:rsidR="001D1B0B" w:rsidRDefault="001D1B0B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Recorded Snapshot</w:t>
      </w:r>
      <w:r w:rsidR="00B41D0D">
        <w:rPr>
          <w:rFonts w:ascii="Arial" w:hAnsi="Arial" w:cs="Arial"/>
          <w:sz w:val="20"/>
          <w:szCs w:val="20"/>
          <w:lang w:val="en-US"/>
        </w:rPr>
        <w:t xml:space="preserve">. File name </w:t>
      </w:r>
      <w:r w:rsidR="00B41D0D" w:rsidRPr="00B41D0D">
        <w:rPr>
          <w:rFonts w:ascii="Arial" w:hAnsi="Arial" w:cs="Arial"/>
          <w:sz w:val="20"/>
          <w:szCs w:val="20"/>
          <w:lang w:val="en-US"/>
        </w:rPr>
        <w:t>6511851490_876LKA_P2789_initial_20240325.ad4</w:t>
      </w:r>
      <w:r w:rsidR="00B41D0D">
        <w:rPr>
          <w:rFonts w:ascii="Arial" w:hAnsi="Arial" w:cs="Arial"/>
          <w:sz w:val="20"/>
          <w:szCs w:val="20"/>
          <w:lang w:val="en-US"/>
        </w:rPr>
        <w:t>.</w:t>
      </w:r>
    </w:p>
    <w:p w14:paraId="12E8D225" w14:textId="03E6B64F" w:rsidR="00B41D0D" w:rsidRDefault="00B41D0D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Recorded Static Data File</w:t>
      </w:r>
      <w:r w:rsidR="00A56768">
        <w:rPr>
          <w:rFonts w:ascii="Arial" w:hAnsi="Arial" w:cs="Arial"/>
          <w:sz w:val="20"/>
          <w:szCs w:val="20"/>
          <w:lang w:val="en-US"/>
        </w:rPr>
        <w:t xml:space="preserve">. </w:t>
      </w:r>
      <w:r w:rsidR="00A56768" w:rsidRPr="00A56768">
        <w:rPr>
          <w:rFonts w:ascii="Arial" w:hAnsi="Arial" w:cs="Arial"/>
          <w:sz w:val="20"/>
          <w:szCs w:val="20"/>
          <w:lang w:val="en-US"/>
        </w:rPr>
        <w:t>W19BC_PC86881263_876LKA_85047_BK6884A330190284.s2</w:t>
      </w:r>
      <w:r w:rsidR="00A56768">
        <w:rPr>
          <w:rFonts w:ascii="Arial" w:hAnsi="Arial" w:cs="Arial"/>
          <w:sz w:val="20"/>
          <w:szCs w:val="20"/>
          <w:lang w:val="en-US"/>
        </w:rPr>
        <w:t>.</w:t>
      </w:r>
    </w:p>
    <w:p w14:paraId="5E4B49BB" w14:textId="77777777" w:rsidR="001D1B0B" w:rsidRDefault="001D1B0B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Performed hydraulic pressure tests and filled pressure test sheet.</w:t>
      </w:r>
    </w:p>
    <w:p w14:paraId="238E3E85" w14:textId="494386E1" w:rsidR="001D1B0B" w:rsidRPr="00B41D0D" w:rsidRDefault="001D1B0B" w:rsidP="00B41D0D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R&amp;R control module and overhauled control module with updated version of solenoid valve body and with updates version of Trim Valves (SIL 06-WT-22).</w:t>
      </w:r>
      <w:r w:rsidRPr="00B41D0D">
        <w:rPr>
          <w:rFonts w:ascii="Arial" w:hAnsi="Arial" w:cs="Arial"/>
          <w:sz w:val="20"/>
          <w:szCs w:val="20"/>
          <w:lang w:val="en-US"/>
        </w:rPr>
        <w:t>.</w:t>
      </w:r>
    </w:p>
    <w:p w14:paraId="23013D26" w14:textId="3620B6BF" w:rsidR="001D1B0B" w:rsidRDefault="001D1B0B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Filled with fresh TES668 fluid, because </w:t>
      </w:r>
      <w:r w:rsidR="00B41D0D">
        <w:rPr>
          <w:rFonts w:ascii="Arial" w:hAnsi="Arial" w:cs="Arial"/>
          <w:sz w:val="20"/>
          <w:szCs w:val="20"/>
          <w:lang w:val="en-US"/>
        </w:rPr>
        <w:t>remaining oil life in DOC was 20% only.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053F65B3" w14:textId="21D87190" w:rsidR="007015D1" w:rsidRDefault="007015D1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Reset Oil Life Monitor after fill with fresh oil.</w:t>
      </w:r>
    </w:p>
    <w:p w14:paraId="0193A390" w14:textId="77777777" w:rsidR="001D1B0B" w:rsidRPr="008F0DB4" w:rsidRDefault="001D1B0B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Final Test drive with Fast Adaptive</w:t>
      </w:r>
    </w:p>
    <w:p w14:paraId="360709B9" w14:textId="77777777" w:rsidR="00311554" w:rsidRPr="00105ED7" w:rsidRDefault="00311554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6E38BACB" w14:textId="77777777" w:rsidR="00DB257A" w:rsidRDefault="00DB257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8E3E639" w14:textId="498E59FF" w:rsidR="00912D3B" w:rsidRPr="00DB257A" w:rsidRDefault="00912D3B" w:rsidP="00912D3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DB257A">
        <w:rPr>
          <w:rFonts w:ascii="Arial" w:hAnsi="Arial" w:cs="Arial"/>
          <w:b/>
          <w:bCs/>
          <w:sz w:val="20"/>
          <w:szCs w:val="20"/>
          <w:lang w:val="en-US"/>
        </w:rPr>
        <w:t>Comment:</w:t>
      </w:r>
    </w:p>
    <w:p w14:paraId="6A03F35E" w14:textId="77777777" w:rsidR="00391E69" w:rsidRDefault="00391E69" w:rsidP="00EA3FB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49C551C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6CB21074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982"/>
        <w:gridCol w:w="992"/>
        <w:gridCol w:w="964"/>
      </w:tblGrid>
      <w:tr w:rsidR="004E7849" w:rsidRPr="00912D3B" w14:paraId="5C328DAF" w14:textId="77777777" w:rsidTr="00677A45">
        <w:tc>
          <w:tcPr>
            <w:tcW w:w="1418" w:type="dxa"/>
            <w:shd w:val="clear" w:color="auto" w:fill="auto"/>
          </w:tcPr>
          <w:p w14:paraId="062E2383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982" w:type="dxa"/>
            <w:shd w:val="clear" w:color="auto" w:fill="auto"/>
          </w:tcPr>
          <w:p w14:paraId="33150553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92" w:type="dxa"/>
            <w:shd w:val="clear" w:color="auto" w:fill="auto"/>
          </w:tcPr>
          <w:p w14:paraId="487A057D" w14:textId="77777777" w:rsidR="004E7849" w:rsidRPr="00912D3B" w:rsidRDefault="004E7849" w:rsidP="004E784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964" w:type="dxa"/>
            <w:shd w:val="clear" w:color="auto" w:fill="auto"/>
          </w:tcPr>
          <w:p w14:paraId="0C315911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</w:p>
        </w:tc>
      </w:tr>
      <w:tr w:rsidR="007015D1" w:rsidRPr="00F06FF4" w14:paraId="00B5E951" w14:textId="77777777" w:rsidTr="00677A45">
        <w:tc>
          <w:tcPr>
            <w:tcW w:w="1418" w:type="dxa"/>
            <w:shd w:val="clear" w:color="auto" w:fill="auto"/>
          </w:tcPr>
          <w:p w14:paraId="1A72485F" w14:textId="53F17B92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5982" w:type="dxa"/>
            <w:shd w:val="clear" w:color="auto" w:fill="auto"/>
          </w:tcPr>
          <w:p w14:paraId="2D4F172A" w14:textId="16856F3F" w:rsidR="007015D1" w:rsidRPr="001D1B0B" w:rsidRDefault="007015D1" w:rsidP="007015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 xml:space="preserve">Troubleshooting with DOC, Snapshot, </w:t>
            </w:r>
          </w:p>
        </w:tc>
        <w:tc>
          <w:tcPr>
            <w:tcW w:w="992" w:type="dxa"/>
            <w:shd w:val="clear" w:color="auto" w:fill="auto"/>
          </w:tcPr>
          <w:p w14:paraId="4E387801" w14:textId="1126DCDA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964" w:type="dxa"/>
            <w:shd w:val="clear" w:color="auto" w:fill="auto"/>
          </w:tcPr>
          <w:p w14:paraId="67609EB8" w14:textId="78137034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7015D1" w:rsidRPr="00F06FF4" w14:paraId="7F12BC08" w14:textId="77777777" w:rsidTr="00677A45">
        <w:tc>
          <w:tcPr>
            <w:tcW w:w="1418" w:type="dxa"/>
            <w:shd w:val="clear" w:color="auto" w:fill="auto"/>
          </w:tcPr>
          <w:p w14:paraId="5DC46E30" w14:textId="39E0EBD0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00094011</w:t>
            </w:r>
          </w:p>
        </w:tc>
        <w:tc>
          <w:tcPr>
            <w:tcW w:w="5982" w:type="dxa"/>
            <w:shd w:val="clear" w:color="auto" w:fill="auto"/>
          </w:tcPr>
          <w:p w14:paraId="53C41642" w14:textId="5543485C" w:rsidR="007015D1" w:rsidRPr="001D1B0B" w:rsidRDefault="007015D1" w:rsidP="007015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R&amp;R underfloor-plate to get access to transmission</w:t>
            </w:r>
          </w:p>
        </w:tc>
        <w:tc>
          <w:tcPr>
            <w:tcW w:w="992" w:type="dxa"/>
            <w:shd w:val="clear" w:color="auto" w:fill="auto"/>
          </w:tcPr>
          <w:p w14:paraId="2496B9B8" w14:textId="1AF35277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964" w:type="dxa"/>
            <w:shd w:val="clear" w:color="auto" w:fill="auto"/>
          </w:tcPr>
          <w:p w14:paraId="455F9638" w14:textId="2E015DCF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7015D1" w:rsidRPr="00F06FF4" w14:paraId="4A74651A" w14:textId="77777777" w:rsidTr="00677A45">
        <w:tc>
          <w:tcPr>
            <w:tcW w:w="1418" w:type="dxa"/>
            <w:shd w:val="clear" w:color="auto" w:fill="auto"/>
          </w:tcPr>
          <w:p w14:paraId="0FCF1888" w14:textId="3275E273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00094700</w:t>
            </w:r>
          </w:p>
        </w:tc>
        <w:tc>
          <w:tcPr>
            <w:tcW w:w="5982" w:type="dxa"/>
            <w:shd w:val="clear" w:color="auto" w:fill="auto"/>
          </w:tcPr>
          <w:p w14:paraId="16ECC46B" w14:textId="6F7D2C64" w:rsidR="007015D1" w:rsidRPr="001D1B0B" w:rsidRDefault="007015D1" w:rsidP="007015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R&amp;R Control Valve Body</w:t>
            </w:r>
          </w:p>
        </w:tc>
        <w:tc>
          <w:tcPr>
            <w:tcW w:w="992" w:type="dxa"/>
            <w:shd w:val="clear" w:color="auto" w:fill="auto"/>
          </w:tcPr>
          <w:p w14:paraId="1437FA64" w14:textId="7BEA2E8C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964" w:type="dxa"/>
            <w:shd w:val="clear" w:color="auto" w:fill="auto"/>
          </w:tcPr>
          <w:p w14:paraId="428D86AD" w14:textId="301CF7A2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7015D1" w:rsidRPr="00F06FF4" w14:paraId="6BAD494A" w14:textId="77777777" w:rsidTr="00677A45">
        <w:tc>
          <w:tcPr>
            <w:tcW w:w="1418" w:type="dxa"/>
            <w:shd w:val="clear" w:color="auto" w:fill="auto"/>
          </w:tcPr>
          <w:p w14:paraId="6E577082" w14:textId="6254CCB4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00096100</w:t>
            </w:r>
          </w:p>
        </w:tc>
        <w:tc>
          <w:tcPr>
            <w:tcW w:w="5982" w:type="dxa"/>
            <w:shd w:val="clear" w:color="auto" w:fill="auto"/>
          </w:tcPr>
          <w:p w14:paraId="2B8411CE" w14:textId="6A3E00D6" w:rsidR="007015D1" w:rsidRPr="001D1B0B" w:rsidRDefault="007015D1" w:rsidP="007015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Overhaul Control Valve Body</w:t>
            </w:r>
          </w:p>
        </w:tc>
        <w:tc>
          <w:tcPr>
            <w:tcW w:w="992" w:type="dxa"/>
            <w:shd w:val="clear" w:color="auto" w:fill="auto"/>
          </w:tcPr>
          <w:p w14:paraId="04ABD8F1" w14:textId="6208A60C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2.0</w:t>
            </w:r>
          </w:p>
        </w:tc>
        <w:tc>
          <w:tcPr>
            <w:tcW w:w="964" w:type="dxa"/>
            <w:shd w:val="clear" w:color="auto" w:fill="auto"/>
          </w:tcPr>
          <w:p w14:paraId="4FAE4581" w14:textId="67B2FDB6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2.0</w:t>
            </w:r>
          </w:p>
        </w:tc>
      </w:tr>
      <w:tr w:rsidR="007015D1" w:rsidRPr="00F06FF4" w14:paraId="4EDDDBE0" w14:textId="77777777" w:rsidTr="00677A45">
        <w:tc>
          <w:tcPr>
            <w:tcW w:w="1418" w:type="dxa"/>
            <w:shd w:val="clear" w:color="auto" w:fill="auto"/>
          </w:tcPr>
          <w:p w14:paraId="590DFF1C" w14:textId="085E0E90" w:rsidR="007015D1" w:rsidRPr="001D1B0B" w:rsidRDefault="007015D1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0009640</w:t>
            </w:r>
            <w:r w:rsidR="00D5109B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5982" w:type="dxa"/>
            <w:shd w:val="clear" w:color="auto" w:fill="auto"/>
          </w:tcPr>
          <w:p w14:paraId="0900BFB9" w14:textId="537639A0" w:rsidR="007015D1" w:rsidRPr="001D1B0B" w:rsidRDefault="007015D1" w:rsidP="007015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Final Test Drive</w:t>
            </w:r>
          </w:p>
        </w:tc>
        <w:tc>
          <w:tcPr>
            <w:tcW w:w="992" w:type="dxa"/>
            <w:shd w:val="clear" w:color="auto" w:fill="auto"/>
          </w:tcPr>
          <w:p w14:paraId="7CC7DAEB" w14:textId="6A373652" w:rsidR="007015D1" w:rsidRPr="001D1B0B" w:rsidRDefault="00D5109B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964" w:type="dxa"/>
            <w:shd w:val="clear" w:color="auto" w:fill="auto"/>
          </w:tcPr>
          <w:p w14:paraId="1A266ADA" w14:textId="7BEE8545" w:rsidR="007015D1" w:rsidRPr="001D1B0B" w:rsidRDefault="00D5109B" w:rsidP="007015D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0.5</w:t>
            </w:r>
          </w:p>
        </w:tc>
      </w:tr>
    </w:tbl>
    <w:p w14:paraId="71E19D82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7087"/>
        <w:gridCol w:w="851"/>
      </w:tblGrid>
      <w:tr w:rsidR="000B262D" w:rsidRPr="00DF5DEF" w14:paraId="6FE37CD5" w14:textId="77777777" w:rsidTr="00A656F9">
        <w:tc>
          <w:tcPr>
            <w:tcW w:w="1418" w:type="dxa"/>
          </w:tcPr>
          <w:p w14:paraId="7764675B" w14:textId="77777777" w:rsidR="000B262D" w:rsidRPr="00A4750F" w:rsidRDefault="000B262D" w:rsidP="009D0D06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9D0D0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7087" w:type="dxa"/>
            <w:vAlign w:val="center"/>
          </w:tcPr>
          <w:p w14:paraId="61DDF3E2" w14:textId="77777777" w:rsidR="000B262D" w:rsidRPr="009D0D06" w:rsidRDefault="009D0D06" w:rsidP="009D0D06">
            <w:pPr>
              <w:rPr>
                <w:rFonts w:ascii="Arial" w:hAnsi="Arial" w:cs="Tahoma"/>
                <w:b/>
                <w:sz w:val="18"/>
                <w:szCs w:val="18"/>
              </w:rPr>
            </w:pPr>
            <w:r w:rsidRPr="00881C44">
              <w:rPr>
                <w:rFonts w:ascii="Arial" w:hAnsi="Arial" w:cs="Tahoma"/>
                <w:b/>
                <w:sz w:val="18"/>
                <w:szCs w:val="18"/>
                <w:lang w:val="en-US"/>
              </w:rPr>
              <w:t xml:space="preserve"> Part Desc</w:t>
            </w:r>
            <w:r>
              <w:rPr>
                <w:rFonts w:ascii="Arial" w:hAnsi="Arial" w:cs="Tahoma"/>
                <w:b/>
                <w:sz w:val="18"/>
                <w:szCs w:val="18"/>
              </w:rPr>
              <w:t>ription</w:t>
            </w:r>
          </w:p>
        </w:tc>
        <w:tc>
          <w:tcPr>
            <w:tcW w:w="851" w:type="dxa"/>
            <w:vAlign w:val="center"/>
          </w:tcPr>
          <w:p w14:paraId="1AE21F9D" w14:textId="77777777" w:rsidR="000B262D" w:rsidRPr="009D0D06" w:rsidRDefault="000B262D" w:rsidP="009D0D06">
            <w:pPr>
              <w:tabs>
                <w:tab w:val="left" w:pos="735"/>
              </w:tabs>
              <w:jc w:val="right"/>
              <w:rPr>
                <w:rFonts w:ascii="Arial" w:hAnsi="Arial" w:cs="Tahoma"/>
                <w:b/>
                <w:sz w:val="20"/>
                <w:szCs w:val="20"/>
              </w:rPr>
            </w:pPr>
            <w:r w:rsidRPr="009D0D06">
              <w:rPr>
                <w:rFonts w:ascii="Arial" w:hAnsi="Arial" w:cs="Tahoma"/>
                <w:b/>
                <w:sz w:val="20"/>
                <w:szCs w:val="20"/>
              </w:rPr>
              <w:t>Qty</w:t>
            </w:r>
          </w:p>
        </w:tc>
      </w:tr>
      <w:tr w:rsidR="001D1B0B" w14:paraId="6D0C5337" w14:textId="77777777" w:rsidTr="00A656F9">
        <w:tc>
          <w:tcPr>
            <w:tcW w:w="1418" w:type="dxa"/>
          </w:tcPr>
          <w:p w14:paraId="0538FD6E" w14:textId="3DCA37DB" w:rsidR="001D1B0B" w:rsidRPr="007015D1" w:rsidRDefault="001D1B0B" w:rsidP="001D1B0B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color w:val="333333"/>
                <w:sz w:val="20"/>
                <w:szCs w:val="20"/>
              </w:rPr>
              <w:t>29558107</w:t>
            </w:r>
            <w:r w:rsidRPr="007015D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5F16C9" w14:textId="11CDADBE" w:rsidR="001D1B0B" w:rsidRPr="007015D1" w:rsidRDefault="001D1B0B" w:rsidP="001D1B0B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Body Assembly, Solenoid Valve And Pin</w:t>
            </w:r>
          </w:p>
        </w:tc>
        <w:tc>
          <w:tcPr>
            <w:tcW w:w="851" w:type="dxa"/>
            <w:vAlign w:val="center"/>
          </w:tcPr>
          <w:p w14:paraId="38FA1535" w14:textId="1A8F1C0E" w:rsidR="001D1B0B" w:rsidRPr="007015D1" w:rsidRDefault="001D1B0B" w:rsidP="001D1B0B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1D1B0B" w14:paraId="004B8700" w14:textId="77777777" w:rsidTr="00A656F9">
        <w:tc>
          <w:tcPr>
            <w:tcW w:w="1418" w:type="dxa"/>
          </w:tcPr>
          <w:p w14:paraId="448BF8EF" w14:textId="7F340A3E" w:rsidR="001D1B0B" w:rsidRPr="007015D1" w:rsidRDefault="001D1B0B" w:rsidP="001D1B0B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29566113</w:t>
            </w:r>
          </w:p>
        </w:tc>
        <w:tc>
          <w:tcPr>
            <w:tcW w:w="7087" w:type="dxa"/>
            <w:vAlign w:val="center"/>
          </w:tcPr>
          <w:p w14:paraId="48D9AF08" w14:textId="0A79DF78" w:rsidR="001D1B0B" w:rsidRPr="007015D1" w:rsidRDefault="001D1B0B" w:rsidP="001D1B0B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Valve, Clutch Trim. See 06-WT-22</w:t>
            </w:r>
          </w:p>
        </w:tc>
        <w:tc>
          <w:tcPr>
            <w:tcW w:w="851" w:type="dxa"/>
            <w:vAlign w:val="center"/>
          </w:tcPr>
          <w:p w14:paraId="621CA750" w14:textId="007EA449" w:rsidR="001D1B0B" w:rsidRPr="007015D1" w:rsidRDefault="001D1B0B" w:rsidP="001D1B0B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</w:tr>
      <w:tr w:rsidR="001D1B0B" w14:paraId="0F246B58" w14:textId="77777777" w:rsidTr="00A656F9">
        <w:tc>
          <w:tcPr>
            <w:tcW w:w="1418" w:type="dxa"/>
          </w:tcPr>
          <w:p w14:paraId="5C81496B" w14:textId="15714603" w:rsidR="001D1B0B" w:rsidRPr="007015D1" w:rsidRDefault="001D1B0B" w:rsidP="001D1B0B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29566114</w:t>
            </w:r>
          </w:p>
        </w:tc>
        <w:tc>
          <w:tcPr>
            <w:tcW w:w="7087" w:type="dxa"/>
            <w:vAlign w:val="center"/>
          </w:tcPr>
          <w:p w14:paraId="66EA7665" w14:textId="35978B20" w:rsidR="001D1B0B" w:rsidRPr="007015D1" w:rsidRDefault="001D1B0B" w:rsidP="001D1B0B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Valve, Clutch Trim. See 06-WT-22</w:t>
            </w:r>
          </w:p>
        </w:tc>
        <w:tc>
          <w:tcPr>
            <w:tcW w:w="851" w:type="dxa"/>
            <w:vAlign w:val="center"/>
          </w:tcPr>
          <w:p w14:paraId="4BCCE971" w14:textId="11C12C26" w:rsidR="001D1B0B" w:rsidRPr="007015D1" w:rsidRDefault="001D1B0B" w:rsidP="001D1B0B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1D1B0B" w14:paraId="4845C3F9" w14:textId="77777777" w:rsidTr="00A656F9">
        <w:tc>
          <w:tcPr>
            <w:tcW w:w="1418" w:type="dxa"/>
          </w:tcPr>
          <w:p w14:paraId="526C3E4B" w14:textId="3AC75D9C" w:rsidR="001D1B0B" w:rsidRPr="007015D1" w:rsidRDefault="001D1B0B" w:rsidP="001D1B0B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29558328</w:t>
            </w:r>
          </w:p>
        </w:tc>
        <w:tc>
          <w:tcPr>
            <w:tcW w:w="7087" w:type="dxa"/>
            <w:vAlign w:val="center"/>
          </w:tcPr>
          <w:p w14:paraId="1D9EB690" w14:textId="0D5EFF2B" w:rsidR="001D1B0B" w:rsidRPr="007015D1" w:rsidRDefault="001D1B0B" w:rsidP="001D1B0B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Main Filter Kit. For 2 Inch Sump</w:t>
            </w:r>
          </w:p>
        </w:tc>
        <w:tc>
          <w:tcPr>
            <w:tcW w:w="851" w:type="dxa"/>
            <w:vAlign w:val="center"/>
          </w:tcPr>
          <w:p w14:paraId="6CCE7AB1" w14:textId="106FD1C4" w:rsidR="001D1B0B" w:rsidRPr="007015D1" w:rsidRDefault="001D1B0B" w:rsidP="001D1B0B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1D1B0B" w14:paraId="4B30F757" w14:textId="77777777" w:rsidTr="00A656F9">
        <w:tc>
          <w:tcPr>
            <w:tcW w:w="1418" w:type="dxa"/>
          </w:tcPr>
          <w:p w14:paraId="69609F51" w14:textId="43C540B5" w:rsidR="001D1B0B" w:rsidRPr="007015D1" w:rsidRDefault="001D1B0B" w:rsidP="001D1B0B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15D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29559768</w:t>
            </w:r>
          </w:p>
        </w:tc>
        <w:tc>
          <w:tcPr>
            <w:tcW w:w="7087" w:type="dxa"/>
            <w:vAlign w:val="center"/>
          </w:tcPr>
          <w:p w14:paraId="3ACCDAF1" w14:textId="01504716" w:rsidR="001D1B0B" w:rsidRPr="007015D1" w:rsidRDefault="001D1B0B" w:rsidP="001D1B0B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Control Module Seal and Gasket Kit</w:t>
            </w:r>
          </w:p>
        </w:tc>
        <w:tc>
          <w:tcPr>
            <w:tcW w:w="851" w:type="dxa"/>
            <w:vAlign w:val="center"/>
          </w:tcPr>
          <w:p w14:paraId="5FF81455" w14:textId="7FC3B69C" w:rsidR="001D1B0B" w:rsidRPr="007015D1" w:rsidRDefault="001D1B0B" w:rsidP="001D1B0B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5D1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</w:tbl>
    <w:p w14:paraId="2145A72F" w14:textId="77777777" w:rsidR="004E7849" w:rsidRDefault="004E7849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4743"/>
        <w:gridCol w:w="1265"/>
        <w:gridCol w:w="984"/>
        <w:gridCol w:w="844"/>
      </w:tblGrid>
      <w:tr w:rsidR="00A4750F" w:rsidRPr="00495E63" w14:paraId="6499320B" w14:textId="77777777" w:rsidTr="000652AA">
        <w:trPr>
          <w:trHeight w:val="481"/>
        </w:trPr>
        <w:tc>
          <w:tcPr>
            <w:tcW w:w="1400" w:type="dxa"/>
            <w:shd w:val="clear" w:color="auto" w:fill="auto"/>
          </w:tcPr>
          <w:p w14:paraId="082B7910" w14:textId="77777777" w:rsidR="00A4750F" w:rsidRPr="00A4750F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 item type</w:t>
            </w:r>
          </w:p>
        </w:tc>
        <w:tc>
          <w:tcPr>
            <w:tcW w:w="4743" w:type="dxa"/>
            <w:shd w:val="clear" w:color="auto" w:fill="auto"/>
          </w:tcPr>
          <w:p w14:paraId="06D01D21" w14:textId="77777777" w:rsidR="00A4750F" w:rsidRPr="00495E63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Net item </w:t>
            </w:r>
            <w:r w:rsidRPr="00495E6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265" w:type="dxa"/>
            <w:shd w:val="clear" w:color="auto" w:fill="auto"/>
          </w:tcPr>
          <w:p w14:paraId="78FA24F2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4750F">
              <w:rPr>
                <w:rFonts w:ascii="Arial" w:hAnsi="Arial" w:cs="Arial"/>
                <w:sz w:val="20"/>
                <w:szCs w:val="20"/>
              </w:rPr>
              <w:t>ross</w:t>
            </w:r>
            <w:r>
              <w:rPr>
                <w:rFonts w:ascii="Arial" w:hAnsi="Arial" w:cs="Arial"/>
                <w:sz w:val="20"/>
                <w:szCs w:val="20"/>
              </w:rPr>
              <w:t xml:space="preserve"> (incl. VAT)</w:t>
            </w:r>
          </w:p>
        </w:tc>
        <w:tc>
          <w:tcPr>
            <w:tcW w:w="984" w:type="dxa"/>
            <w:shd w:val="clear" w:color="auto" w:fill="auto"/>
          </w:tcPr>
          <w:p w14:paraId="2F684D54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844" w:type="dxa"/>
            <w:shd w:val="clear" w:color="auto" w:fill="auto"/>
          </w:tcPr>
          <w:p w14:paraId="4F6B5B44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</w:t>
            </w:r>
          </w:p>
        </w:tc>
      </w:tr>
      <w:tr w:rsidR="00A4750F" w:rsidRPr="00495E63" w14:paraId="12865339" w14:textId="77777777" w:rsidTr="006D5762">
        <w:tc>
          <w:tcPr>
            <w:tcW w:w="1400" w:type="dxa"/>
            <w:shd w:val="clear" w:color="auto" w:fill="auto"/>
          </w:tcPr>
          <w:p w14:paraId="6421B0E0" w14:textId="40A31032" w:rsidR="00A4750F" w:rsidRPr="00495E63" w:rsidRDefault="007015D1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-X-</w:t>
            </w:r>
          </w:p>
        </w:tc>
        <w:tc>
          <w:tcPr>
            <w:tcW w:w="4743" w:type="dxa"/>
            <w:shd w:val="clear" w:color="auto" w:fill="auto"/>
          </w:tcPr>
          <w:p w14:paraId="7B8B7C41" w14:textId="4C162FEC" w:rsidR="00A4750F" w:rsidRPr="002D2F00" w:rsidRDefault="002D2F00" w:rsidP="00785ABC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46752">
              <w:rPr>
                <w:rFonts w:ascii="Arial" w:hAnsi="Arial" w:cs="Arial"/>
                <w:sz w:val="20"/>
                <w:szCs w:val="20"/>
                <w:lang w:val="en-US"/>
              </w:rPr>
              <w:t>12% Uzbekistan VAT on total 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equest of claim</w:t>
            </w:r>
          </w:p>
        </w:tc>
        <w:tc>
          <w:tcPr>
            <w:tcW w:w="1265" w:type="dxa"/>
            <w:shd w:val="clear" w:color="auto" w:fill="auto"/>
          </w:tcPr>
          <w:p w14:paraId="312AC59F" w14:textId="74CC4DA1" w:rsidR="00A4750F" w:rsidRPr="00D34B60" w:rsidRDefault="00A4750F" w:rsidP="00785AB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84" w:type="dxa"/>
            <w:shd w:val="clear" w:color="auto" w:fill="auto"/>
          </w:tcPr>
          <w:p w14:paraId="50EC2FEA" w14:textId="5DFE032A" w:rsidR="00A4750F" w:rsidRPr="00D34B60" w:rsidRDefault="00A4750F" w:rsidP="00785AB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44" w:type="dxa"/>
            <w:shd w:val="clear" w:color="auto" w:fill="auto"/>
          </w:tcPr>
          <w:p w14:paraId="0FF704F8" w14:textId="5FFFBD63" w:rsidR="00A4750F" w:rsidRPr="00D34B60" w:rsidRDefault="00B33431" w:rsidP="00785AB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97,34</w:t>
            </w:r>
          </w:p>
        </w:tc>
      </w:tr>
      <w:tr w:rsidR="00D505D2" w:rsidRPr="00495E63" w14:paraId="69DD02C5" w14:textId="77777777" w:rsidTr="006D5762">
        <w:tc>
          <w:tcPr>
            <w:tcW w:w="1400" w:type="dxa"/>
            <w:shd w:val="clear" w:color="auto" w:fill="auto"/>
          </w:tcPr>
          <w:p w14:paraId="46335CDE" w14:textId="7F286848" w:rsidR="00D505D2" w:rsidRPr="00495E63" w:rsidRDefault="00D505D2" w:rsidP="00D505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-M-</w:t>
            </w:r>
          </w:p>
        </w:tc>
        <w:tc>
          <w:tcPr>
            <w:tcW w:w="4743" w:type="dxa"/>
            <w:shd w:val="clear" w:color="auto" w:fill="auto"/>
          </w:tcPr>
          <w:p w14:paraId="3B7E7C1A" w14:textId="6D761562" w:rsidR="00D505D2" w:rsidRPr="007C40F1" w:rsidRDefault="00D505D2" w:rsidP="00D505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40F1">
              <w:rPr>
                <w:rFonts w:ascii="Arial" w:hAnsi="Arial" w:cs="Arial"/>
                <w:sz w:val="20"/>
                <w:szCs w:val="20"/>
                <w:lang w:val="en-US"/>
              </w:rPr>
              <w:t>21 Liters of TES668 fluid</w:t>
            </w:r>
            <w:r w:rsidR="007C40F1" w:rsidRPr="007C40F1">
              <w:rPr>
                <w:rFonts w:ascii="Arial" w:hAnsi="Arial" w:cs="Arial"/>
                <w:sz w:val="20"/>
                <w:szCs w:val="20"/>
                <w:lang w:val="en-US"/>
              </w:rPr>
              <w:t xml:space="preserve"> @ 10,00 E</w:t>
            </w:r>
            <w:r w:rsidR="007C40F1">
              <w:rPr>
                <w:rFonts w:ascii="Arial" w:hAnsi="Arial" w:cs="Arial"/>
                <w:sz w:val="20"/>
                <w:szCs w:val="20"/>
                <w:lang w:val="en-US"/>
              </w:rPr>
              <w:t>UR/L (128.550,00 UZS/L)</w:t>
            </w:r>
          </w:p>
        </w:tc>
        <w:tc>
          <w:tcPr>
            <w:tcW w:w="1265" w:type="dxa"/>
            <w:shd w:val="clear" w:color="auto" w:fill="auto"/>
          </w:tcPr>
          <w:p w14:paraId="7E6BC7E9" w14:textId="150B882E" w:rsidR="00D505D2" w:rsidRPr="00495E63" w:rsidRDefault="00D505D2" w:rsidP="00D505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14:paraId="07E12704" w14:textId="1F2622A3" w:rsidR="00D505D2" w:rsidRPr="00495E63" w:rsidRDefault="00D505D2" w:rsidP="00D505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</w:tcPr>
          <w:p w14:paraId="63A2712F" w14:textId="777A0531" w:rsidR="00D505D2" w:rsidRPr="00495E63" w:rsidRDefault="007C40F1" w:rsidP="00D505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210,00</w:t>
            </w:r>
          </w:p>
        </w:tc>
      </w:tr>
    </w:tbl>
    <w:p w14:paraId="773E73F9" w14:textId="0168EB04" w:rsidR="004A1FAF" w:rsidRDefault="004A1FAF">
      <w:pPr>
        <w:rPr>
          <w:rFonts w:ascii="Arial" w:hAnsi="Arial" w:cs="Arial"/>
          <w:sz w:val="20"/>
          <w:szCs w:val="20"/>
        </w:rPr>
      </w:pPr>
    </w:p>
    <w:p w14:paraId="310CB1ED" w14:textId="77777777" w:rsidR="004A1FAF" w:rsidRDefault="004A1F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3E69AC" w14:textId="77777777" w:rsidR="00FB5498" w:rsidRDefault="00FB5498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185"/>
        <w:gridCol w:w="1619"/>
        <w:gridCol w:w="1540"/>
      </w:tblGrid>
      <w:tr w:rsidR="00FE4CAF" w:rsidRPr="00FE4CAF" w14:paraId="1BC7346B" w14:textId="77777777" w:rsidTr="005F0A8B">
        <w:tc>
          <w:tcPr>
            <w:tcW w:w="9344" w:type="dxa"/>
            <w:gridSpan w:val="3"/>
          </w:tcPr>
          <w:p w14:paraId="75781B96" w14:textId="77777777" w:rsidR="00FE4CAF" w:rsidRPr="00EE0595" w:rsidRDefault="00FE4CAF" w:rsidP="005F0A8B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Turn Around Data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(new for 2021)</w:t>
            </w:r>
          </w:p>
        </w:tc>
      </w:tr>
      <w:tr w:rsidR="00FE4CAF" w:rsidRPr="00FE4CAF" w14:paraId="66693A8D" w14:textId="77777777" w:rsidTr="005F0A8B">
        <w:tc>
          <w:tcPr>
            <w:tcW w:w="9344" w:type="dxa"/>
            <w:gridSpan w:val="3"/>
          </w:tcPr>
          <w:p w14:paraId="4432A824" w14:textId="77777777" w:rsidR="00FE4CAF" w:rsidRPr="00EE0595" w:rsidRDefault="00FE4CAF" w:rsidP="005F0A8B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E4CAF" w:rsidRPr="00EE0595" w14:paraId="2D04F1AC" w14:textId="77777777" w:rsidTr="005F0A8B">
        <w:tc>
          <w:tcPr>
            <w:tcW w:w="6185" w:type="dxa"/>
          </w:tcPr>
          <w:p w14:paraId="6DF82C61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</w:tcPr>
          <w:p w14:paraId="64CB7A6D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MM-DD-YYYY</w:t>
            </w:r>
          </w:p>
        </w:tc>
        <w:tc>
          <w:tcPr>
            <w:tcW w:w="1540" w:type="dxa"/>
          </w:tcPr>
          <w:p w14:paraId="6D2484BB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HH:MM</w:t>
            </w:r>
          </w:p>
        </w:tc>
      </w:tr>
      <w:tr w:rsidR="00FE4CAF" w:rsidRPr="00FE4CAF" w14:paraId="19822A0F" w14:textId="77777777" w:rsidTr="005F0A8B">
        <w:tc>
          <w:tcPr>
            <w:tcW w:w="6185" w:type="dxa"/>
          </w:tcPr>
          <w:p w14:paraId="31B81127" w14:textId="26106495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Repair Order Open Date/Time: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customer had inquired for repair and the reapair order file was opened)</w:t>
            </w:r>
          </w:p>
        </w:tc>
        <w:tc>
          <w:tcPr>
            <w:tcW w:w="1619" w:type="dxa"/>
          </w:tcPr>
          <w:p w14:paraId="7D76CB73" w14:textId="1D45E364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25.03.2024</w:t>
            </w:r>
          </w:p>
        </w:tc>
        <w:tc>
          <w:tcPr>
            <w:tcW w:w="1540" w:type="dxa"/>
          </w:tcPr>
          <w:p w14:paraId="5167E327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4CAF" w:rsidRPr="00FE4CAF" w14:paraId="00235E80" w14:textId="77777777" w:rsidTr="005F0A8B">
        <w:tc>
          <w:tcPr>
            <w:tcW w:w="6185" w:type="dxa"/>
          </w:tcPr>
          <w:p w14:paraId="31944197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Last Labor Applied Date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technician finished the repair on site, or finished repair at workshop respectively.) repair at workshop respectively.)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1FA503EA" w14:textId="319B8E61" w:rsidR="00FE4CAF" w:rsidRPr="00EE0595" w:rsidRDefault="004A1F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03.06.2024</w:t>
            </w:r>
          </w:p>
        </w:tc>
        <w:tc>
          <w:tcPr>
            <w:tcW w:w="1540" w:type="dxa"/>
          </w:tcPr>
          <w:p w14:paraId="1893FB7B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4CAF" w:rsidRPr="00FE4CAF" w14:paraId="226EB706" w14:textId="77777777" w:rsidTr="005F0A8B">
        <w:tc>
          <w:tcPr>
            <w:tcW w:w="6185" w:type="dxa"/>
          </w:tcPr>
          <w:p w14:paraId="67ED0C8B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First Labor Applied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 w:rsidRPr="00431A4E">
              <w:rPr>
                <w:rFonts w:ascii="Arial" w:hAnsi="Arial" w:cs="Arial"/>
                <w:sz w:val="16"/>
                <w:szCs w:val="16"/>
                <w:lang w:val="en-US"/>
              </w:rPr>
              <w:t>technician started to work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on the vehicle/transmission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0C072B9C" w14:textId="2429624D" w:rsidR="00FE4CAF" w:rsidRPr="00EE0595" w:rsidRDefault="004A1F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25.03.2024</w:t>
            </w:r>
          </w:p>
        </w:tc>
        <w:tc>
          <w:tcPr>
            <w:tcW w:w="1540" w:type="dxa"/>
          </w:tcPr>
          <w:p w14:paraId="0A20ABE2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4CAF" w:rsidRPr="00FE4CAF" w14:paraId="3C465D43" w14:textId="77777777" w:rsidTr="005F0A8B">
        <w:tc>
          <w:tcPr>
            <w:tcW w:w="6185" w:type="dxa"/>
          </w:tcPr>
          <w:p w14:paraId="0C702452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First Part Ordered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first part for this particular job was ordered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stock,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452E07AD" w14:textId="03BB7054" w:rsidR="00FE4CAF" w:rsidRPr="00EE0595" w:rsidRDefault="004A1F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25.03.2024</w:t>
            </w:r>
          </w:p>
        </w:tc>
        <w:tc>
          <w:tcPr>
            <w:tcW w:w="1540" w:type="dxa"/>
          </w:tcPr>
          <w:p w14:paraId="11E93FEF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4CAF" w:rsidRPr="00FE4CAF" w14:paraId="7950C40F" w14:textId="77777777" w:rsidTr="005F0A8B">
        <w:tc>
          <w:tcPr>
            <w:tcW w:w="6185" w:type="dxa"/>
          </w:tcPr>
          <w:p w14:paraId="727497F9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Last Part Arrived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last part for this particular job arrived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7DF713FB" w14:textId="6BC5B039" w:rsidR="00FE4CAF" w:rsidRPr="00EE0595" w:rsidRDefault="004A1F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25.03.2024</w:t>
            </w:r>
          </w:p>
        </w:tc>
        <w:tc>
          <w:tcPr>
            <w:tcW w:w="1540" w:type="dxa"/>
          </w:tcPr>
          <w:p w14:paraId="0AC66D03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4CAF" w:rsidRPr="00FE4CAF" w14:paraId="653358FF" w14:textId="77777777" w:rsidTr="005F0A8B">
        <w:tc>
          <w:tcPr>
            <w:tcW w:w="6185" w:type="dxa"/>
          </w:tcPr>
          <w:p w14:paraId="2A7E6797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Repair Order Closed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 &amp; time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when all administrative work is finished and 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he repair order file is transferred from Service Manager or Shop Manager to Your Warranty Administration)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4E58D450" w14:textId="18185A27" w:rsidR="00FE4CAF" w:rsidRPr="00EE0595" w:rsidRDefault="004A1F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03.06.2024</w:t>
            </w:r>
          </w:p>
        </w:tc>
        <w:tc>
          <w:tcPr>
            <w:tcW w:w="1540" w:type="dxa"/>
          </w:tcPr>
          <w:p w14:paraId="40D5CD57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4CAF" w:rsidRPr="0018018E" w14:paraId="2FD0D2AB" w14:textId="77777777" w:rsidTr="005F0A8B">
        <w:tc>
          <w:tcPr>
            <w:tcW w:w="6185" w:type="dxa"/>
          </w:tcPr>
          <w:p w14:paraId="7DEA1908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Vehicle Arrival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technician </w:t>
            </w:r>
            <w:r w:rsidRPr="00EE05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really arrived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on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site, respectively date &amp; time vehicle/ transmission really arrived at Your workshop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18CF456A" w14:textId="11104B75" w:rsidR="00FE4CAF" w:rsidRPr="00EE0595" w:rsidRDefault="004A1F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25.03.2024</w:t>
            </w:r>
          </w:p>
        </w:tc>
        <w:tc>
          <w:tcPr>
            <w:tcW w:w="1540" w:type="dxa"/>
          </w:tcPr>
          <w:p w14:paraId="62A6B093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4CAF" w:rsidRPr="00EE0595" w14:paraId="42AF1053" w14:textId="77777777" w:rsidTr="005F0A8B">
        <w:tc>
          <w:tcPr>
            <w:tcW w:w="6185" w:type="dxa"/>
          </w:tcPr>
          <w:p w14:paraId="792EA6BC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Completed Repair, 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Customer Noti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&amp; time the customer was informed that the repair of the transmission is finished and the vehicle can be put back in operation. Usually same as date &amp; time labor was last recorded.)</w:t>
            </w:r>
          </w:p>
        </w:tc>
        <w:tc>
          <w:tcPr>
            <w:tcW w:w="1619" w:type="dxa"/>
          </w:tcPr>
          <w:p w14:paraId="0DBF787B" w14:textId="2ABFA1D9" w:rsidR="00FE4CAF" w:rsidRPr="00EE0595" w:rsidRDefault="004A1F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25.03.2024</w:t>
            </w:r>
          </w:p>
        </w:tc>
        <w:tc>
          <w:tcPr>
            <w:tcW w:w="1540" w:type="dxa"/>
          </w:tcPr>
          <w:p w14:paraId="057DB5AB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E4CAF" w:rsidRPr="00EE0595" w14:paraId="405DBA93" w14:textId="77777777" w:rsidTr="005F0A8B">
        <w:tc>
          <w:tcPr>
            <w:tcW w:w="6185" w:type="dxa"/>
          </w:tcPr>
          <w:p w14:paraId="51122AA0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40FA1A3C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0" w:type="dxa"/>
          </w:tcPr>
          <w:p w14:paraId="55CD4F08" w14:textId="77777777" w:rsidR="00FE4CAF" w:rsidRPr="00EE0595" w:rsidRDefault="00FE4CAF" w:rsidP="005F0A8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6CB7CFB" w14:textId="77777777" w:rsidR="00FE4CAF" w:rsidRDefault="00FE4CAF" w:rsidP="00FE4CAF">
      <w:pPr>
        <w:rPr>
          <w:rFonts w:ascii="Arial" w:hAnsi="Arial" w:cs="Arial"/>
          <w:sz w:val="20"/>
          <w:szCs w:val="20"/>
        </w:rPr>
      </w:pPr>
    </w:p>
    <w:p w14:paraId="7D530873" w14:textId="77777777" w:rsidR="00FE4CAF" w:rsidRDefault="00FE4CAF">
      <w:pPr>
        <w:rPr>
          <w:rFonts w:ascii="Arial" w:hAnsi="Arial" w:cs="Arial"/>
          <w:sz w:val="20"/>
          <w:szCs w:val="20"/>
        </w:rPr>
      </w:pPr>
    </w:p>
    <w:p w14:paraId="49E936DC" w14:textId="77777777" w:rsidR="00D34B60" w:rsidRDefault="00D34B60">
      <w:pPr>
        <w:rPr>
          <w:rFonts w:ascii="Arial" w:hAnsi="Arial" w:cs="Arial"/>
          <w:sz w:val="20"/>
          <w:szCs w:val="20"/>
        </w:rPr>
      </w:pPr>
    </w:p>
    <w:p w14:paraId="45E2A81E" w14:textId="5E1236B7" w:rsidR="00D34B60" w:rsidRDefault="00D34B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Rolf Oerter</w:t>
      </w:r>
    </w:p>
    <w:p w14:paraId="0EEF256F" w14:textId="1F63C426" w:rsidR="00D34B60" w:rsidRDefault="00D34B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Tashkent</w:t>
      </w:r>
    </w:p>
    <w:p w14:paraId="377F11CA" w14:textId="6508AC7B" w:rsidR="00D34B60" w:rsidRPr="00744D6A" w:rsidRDefault="00D34B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C47C38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.03.2024</w:t>
      </w:r>
    </w:p>
    <w:sectPr w:rsidR="00D34B60" w:rsidRPr="00744D6A" w:rsidSect="00D54F6B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k Mukta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51708"/>
    <w:multiLevelType w:val="hybridMultilevel"/>
    <w:tmpl w:val="6D62BBF4"/>
    <w:lvl w:ilvl="0" w:tplc="6F7457FE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432683">
    <w:abstractNumId w:val="8"/>
  </w:num>
  <w:num w:numId="2" w16cid:durableId="1533110018">
    <w:abstractNumId w:val="2"/>
  </w:num>
  <w:num w:numId="3" w16cid:durableId="1434594852">
    <w:abstractNumId w:val="1"/>
  </w:num>
  <w:num w:numId="4" w16cid:durableId="1757893879">
    <w:abstractNumId w:val="0"/>
  </w:num>
  <w:num w:numId="5" w16cid:durableId="1814832067">
    <w:abstractNumId w:val="6"/>
  </w:num>
  <w:num w:numId="6" w16cid:durableId="553002276">
    <w:abstractNumId w:val="3"/>
  </w:num>
  <w:num w:numId="7" w16cid:durableId="1756513487">
    <w:abstractNumId w:val="5"/>
  </w:num>
  <w:num w:numId="8" w16cid:durableId="1917011337">
    <w:abstractNumId w:val="4"/>
  </w:num>
  <w:num w:numId="9" w16cid:durableId="7469269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FF4"/>
    <w:rsid w:val="00001C8E"/>
    <w:rsid w:val="00013636"/>
    <w:rsid w:val="00022609"/>
    <w:rsid w:val="00025A35"/>
    <w:rsid w:val="000330C0"/>
    <w:rsid w:val="00045F2B"/>
    <w:rsid w:val="00053988"/>
    <w:rsid w:val="000652AA"/>
    <w:rsid w:val="00070A1F"/>
    <w:rsid w:val="000806A3"/>
    <w:rsid w:val="000974BB"/>
    <w:rsid w:val="000B262D"/>
    <w:rsid w:val="000F0775"/>
    <w:rsid w:val="00105ED7"/>
    <w:rsid w:val="00131A50"/>
    <w:rsid w:val="00146F5A"/>
    <w:rsid w:val="00181D26"/>
    <w:rsid w:val="001B1621"/>
    <w:rsid w:val="001D1B0B"/>
    <w:rsid w:val="001D3235"/>
    <w:rsid w:val="00211886"/>
    <w:rsid w:val="002432A5"/>
    <w:rsid w:val="00270979"/>
    <w:rsid w:val="00271D47"/>
    <w:rsid w:val="002C2041"/>
    <w:rsid w:val="002D2F00"/>
    <w:rsid w:val="003041F2"/>
    <w:rsid w:val="00311554"/>
    <w:rsid w:val="00312465"/>
    <w:rsid w:val="00361389"/>
    <w:rsid w:val="00366BC9"/>
    <w:rsid w:val="00391E69"/>
    <w:rsid w:val="00394FBA"/>
    <w:rsid w:val="0039619A"/>
    <w:rsid w:val="003B0D66"/>
    <w:rsid w:val="003D79A0"/>
    <w:rsid w:val="003E287E"/>
    <w:rsid w:val="003E73BB"/>
    <w:rsid w:val="00412E81"/>
    <w:rsid w:val="004244FE"/>
    <w:rsid w:val="00427C82"/>
    <w:rsid w:val="0043467B"/>
    <w:rsid w:val="00463133"/>
    <w:rsid w:val="0049317D"/>
    <w:rsid w:val="004A02EC"/>
    <w:rsid w:val="004A1FAF"/>
    <w:rsid w:val="004B709E"/>
    <w:rsid w:val="004C0695"/>
    <w:rsid w:val="004C1934"/>
    <w:rsid w:val="004C6D0A"/>
    <w:rsid w:val="004E7124"/>
    <w:rsid w:val="004E7849"/>
    <w:rsid w:val="00506131"/>
    <w:rsid w:val="00507AC2"/>
    <w:rsid w:val="005473DD"/>
    <w:rsid w:val="00572084"/>
    <w:rsid w:val="005728CD"/>
    <w:rsid w:val="00583E5C"/>
    <w:rsid w:val="005967E0"/>
    <w:rsid w:val="005D51B9"/>
    <w:rsid w:val="005D7075"/>
    <w:rsid w:val="0063058A"/>
    <w:rsid w:val="0065737B"/>
    <w:rsid w:val="00662EE4"/>
    <w:rsid w:val="00663D21"/>
    <w:rsid w:val="00667A8E"/>
    <w:rsid w:val="0067162E"/>
    <w:rsid w:val="00677A45"/>
    <w:rsid w:val="006858CB"/>
    <w:rsid w:val="0069196B"/>
    <w:rsid w:val="006D5762"/>
    <w:rsid w:val="006E07F0"/>
    <w:rsid w:val="007015D1"/>
    <w:rsid w:val="00710AD7"/>
    <w:rsid w:val="00744D6A"/>
    <w:rsid w:val="00761B6F"/>
    <w:rsid w:val="00771EAB"/>
    <w:rsid w:val="007969C8"/>
    <w:rsid w:val="007B5FFA"/>
    <w:rsid w:val="007C40F1"/>
    <w:rsid w:val="00812B0C"/>
    <w:rsid w:val="00820586"/>
    <w:rsid w:val="00832759"/>
    <w:rsid w:val="00840351"/>
    <w:rsid w:val="00862AB1"/>
    <w:rsid w:val="00874BB4"/>
    <w:rsid w:val="00881C44"/>
    <w:rsid w:val="00893F3C"/>
    <w:rsid w:val="008C082D"/>
    <w:rsid w:val="008C664A"/>
    <w:rsid w:val="008F5301"/>
    <w:rsid w:val="00912D3B"/>
    <w:rsid w:val="00924264"/>
    <w:rsid w:val="009343DA"/>
    <w:rsid w:val="00970107"/>
    <w:rsid w:val="00981164"/>
    <w:rsid w:val="009B409D"/>
    <w:rsid w:val="009D0D06"/>
    <w:rsid w:val="009E2C33"/>
    <w:rsid w:val="00A13EE2"/>
    <w:rsid w:val="00A17456"/>
    <w:rsid w:val="00A250A2"/>
    <w:rsid w:val="00A34977"/>
    <w:rsid w:val="00A367E0"/>
    <w:rsid w:val="00A4750F"/>
    <w:rsid w:val="00A56768"/>
    <w:rsid w:val="00A656F9"/>
    <w:rsid w:val="00A83BA2"/>
    <w:rsid w:val="00A95C12"/>
    <w:rsid w:val="00AA6AC2"/>
    <w:rsid w:val="00AB4CC6"/>
    <w:rsid w:val="00AD0041"/>
    <w:rsid w:val="00AD540E"/>
    <w:rsid w:val="00B12FC0"/>
    <w:rsid w:val="00B14941"/>
    <w:rsid w:val="00B33431"/>
    <w:rsid w:val="00B41D0D"/>
    <w:rsid w:val="00B53A39"/>
    <w:rsid w:val="00B72E22"/>
    <w:rsid w:val="00B876A2"/>
    <w:rsid w:val="00B926F6"/>
    <w:rsid w:val="00B9565F"/>
    <w:rsid w:val="00BB1F03"/>
    <w:rsid w:val="00BF1629"/>
    <w:rsid w:val="00C27E56"/>
    <w:rsid w:val="00C34F0A"/>
    <w:rsid w:val="00C474D4"/>
    <w:rsid w:val="00C47C38"/>
    <w:rsid w:val="00C8385E"/>
    <w:rsid w:val="00C86384"/>
    <w:rsid w:val="00D34B60"/>
    <w:rsid w:val="00D505D2"/>
    <w:rsid w:val="00D5109B"/>
    <w:rsid w:val="00D54F6B"/>
    <w:rsid w:val="00D5751E"/>
    <w:rsid w:val="00D6703E"/>
    <w:rsid w:val="00DA1A6C"/>
    <w:rsid w:val="00DB257A"/>
    <w:rsid w:val="00DD4416"/>
    <w:rsid w:val="00DE46D0"/>
    <w:rsid w:val="00E026CB"/>
    <w:rsid w:val="00E2222D"/>
    <w:rsid w:val="00E45B9B"/>
    <w:rsid w:val="00E76CBD"/>
    <w:rsid w:val="00EA3FBB"/>
    <w:rsid w:val="00EA5905"/>
    <w:rsid w:val="00EC3684"/>
    <w:rsid w:val="00ED1C05"/>
    <w:rsid w:val="00F06FF4"/>
    <w:rsid w:val="00F27F81"/>
    <w:rsid w:val="00F72AFE"/>
    <w:rsid w:val="00FA1E1F"/>
    <w:rsid w:val="00FA5EC4"/>
    <w:rsid w:val="00FB5498"/>
    <w:rsid w:val="00FC0A78"/>
    <w:rsid w:val="00FE0B0F"/>
    <w:rsid w:val="00FE3294"/>
    <w:rsid w:val="00FE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  <w14:docId w14:val="35CB4023"/>
  <w15:docId w15:val="{8D15689C-55F9-40A8-B6BF-8B71FAF3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noProof/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C082D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F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khir@global-industrial.uz" TargetMode="External"/><Relationship Id="rId5" Type="http://schemas.openxmlformats.org/officeDocument/2006/relationships/hyperlink" Target="mailto:roerter@dgs-mainz.co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_Templat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DGS_Template.dotx</Template>
  <TotalTime>0</TotalTime>
  <Pages>3</Pages>
  <Words>697</Words>
  <Characters>4393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5080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27</cp:revision>
  <dcterms:created xsi:type="dcterms:W3CDTF">2024-03-25T14:08:00Z</dcterms:created>
  <dcterms:modified xsi:type="dcterms:W3CDTF">2024-06-20T14:29:00Z</dcterms:modified>
</cp:coreProperties>
</file>